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Your Name"/>
        <w:tag w:val=""/>
        <w:id w:val="1246310863"/>
        <w:placeholder>
          <w:docPart w:val="6605888ACD874C29888D3AFDDF99540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194625" w:rsidRDefault="009367F3">
          <w:pPr>
            <w:pStyle w:val="Title"/>
          </w:pPr>
          <w:r>
            <w:t>Smarter Schooling Inc.</w:t>
          </w:r>
        </w:p>
      </w:sdtContent>
    </w:sdt>
    <w:p w:rsidR="00194625" w:rsidRDefault="001A649B">
      <w:sdt>
        <w:sdtPr>
          <w:alias w:val="Address"/>
          <w:tag w:val=""/>
          <w:id w:val="-593780209"/>
          <w:placeholder>
            <w:docPart w:val="827D8CB496224F3889E54C4A2FB29B7E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0D1B58">
            <w:t>320 Blue Ln.  Watsontown, PA</w:t>
          </w:r>
        </w:sdtContent>
      </w:sdt>
      <w:r w:rsidR="00301EF4">
        <w:t> | </w:t>
      </w:r>
      <w:sdt>
        <w:sdtPr>
          <w:alias w:val="Telephone"/>
          <w:tag w:val=""/>
          <w:id w:val="-1416317146"/>
          <w:placeholder>
            <w:docPart w:val="CCBBE7BFD3EC46C49ADB4921DEEB3385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0D1B58">
            <w:t>570-620-3881</w:t>
          </w:r>
        </w:sdtContent>
      </w:sdt>
      <w:r w:rsidR="00301EF4">
        <w:t> | </w:t>
      </w:r>
      <w:sdt>
        <w:sdtPr>
          <w:alias w:val="Email"/>
          <w:tag w:val=""/>
          <w:id w:val="-391963670"/>
          <w:placeholder>
            <w:docPart w:val="F5D5C4A87A464BEEB57D17C2ABFF9A4C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0D1B58">
            <w:t>tristanpeace@email.com</w:t>
          </w:r>
        </w:sdtContent>
      </w:sdt>
    </w:p>
    <w:sdt>
      <w:sdtPr>
        <w:id w:val="-352877473"/>
        <w:placeholder>
          <w:docPart w:val="790D157B1F6E4450B53623F6A3957442"/>
        </w:placeholder>
        <w:date w:fullDate="2017-03-19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194625" w:rsidRDefault="000D1B58">
          <w:pPr>
            <w:pStyle w:val="Date"/>
          </w:pPr>
          <w:r>
            <w:t>March 19, 2017</w:t>
          </w:r>
        </w:p>
      </w:sdtContent>
    </w:sdt>
    <w:p w:rsidR="00194625" w:rsidRDefault="000D1B58">
      <w:pPr>
        <w:pStyle w:val="Address"/>
      </w:pPr>
      <w:r>
        <w:t>Josh Adams</w:t>
      </w:r>
    </w:p>
    <w:p w:rsidR="000D1B58" w:rsidRDefault="000D1B58">
      <w:pPr>
        <w:pStyle w:val="Address"/>
      </w:pPr>
      <w:r>
        <w:t>Smarter Schooling Inc.</w:t>
      </w:r>
    </w:p>
    <w:p w:rsidR="000D1B58" w:rsidRDefault="000D1B58">
      <w:pPr>
        <w:pStyle w:val="Address"/>
      </w:pPr>
    </w:p>
    <w:p w:rsidR="00194625" w:rsidRDefault="00301EF4">
      <w:pPr>
        <w:pStyle w:val="Salutation"/>
      </w:pPr>
      <w:r>
        <w:t xml:space="preserve">Dear </w:t>
      </w:r>
      <w:r w:rsidR="000D1B58">
        <w:t>Mr. Adams</w:t>
      </w:r>
      <w:r>
        <w:t>:</w:t>
      </w:r>
    </w:p>
    <w:p w:rsidR="000D1B58" w:rsidRDefault="000D1B58" w:rsidP="000D1B58">
      <w:r>
        <w:t>I am writing because I’m very interested in the job opportunity you have offered.  I would love to be a part of what you’re doing.  I am not only writing because I want a job, but because I am truly passionate about this and I see it as a great opportunity for me to help and use my passion and experience to change the world.</w:t>
      </w:r>
    </w:p>
    <w:p w:rsidR="000D1B58" w:rsidRPr="000D1B58" w:rsidRDefault="000D1B58" w:rsidP="000D1B58">
      <w:r>
        <w:t>When I was in 10</w:t>
      </w:r>
      <w:r w:rsidRPr="000D1B58">
        <w:rPr>
          <w:vertAlign w:val="superscript"/>
        </w:rPr>
        <w:t>th</w:t>
      </w:r>
      <w:r>
        <w:t xml:space="preserve"> grade in high school (16 years old) I started taking classes at Bloomsburg University. When graduating from high school I had already accumulated 30 college credits, meaning I had completed two years of college in high school.  </w:t>
      </w:r>
    </w:p>
    <w:p w:rsidR="00194625" w:rsidRDefault="00301EF4">
      <w:pPr>
        <w:pStyle w:val="Closing"/>
      </w:pPr>
      <w:r>
        <w:t>Sincerely,</w:t>
      </w:r>
    </w:p>
    <w:p w:rsidR="00194625" w:rsidRDefault="00573591">
      <w:pPr>
        <w:pStyle w:val="Signature"/>
      </w:pPr>
      <w:r>
        <w:t>Tristan Peace</w:t>
      </w:r>
      <w:bookmarkStart w:id="0" w:name="_GoBack"/>
      <w:bookmarkEnd w:id="0"/>
    </w:p>
    <w:sectPr w:rsidR="00194625">
      <w:footerReference w:type="default" r:id="rId10"/>
      <w:pgSz w:w="12240" w:h="15840"/>
      <w:pgMar w:top="129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49B" w:rsidRDefault="001A649B">
      <w:r>
        <w:separator/>
      </w:r>
    </w:p>
    <w:p w:rsidR="001A649B" w:rsidRDefault="001A649B"/>
  </w:endnote>
  <w:endnote w:type="continuationSeparator" w:id="0">
    <w:p w:rsidR="001A649B" w:rsidRDefault="001A649B">
      <w:r>
        <w:continuationSeparator/>
      </w:r>
    </w:p>
    <w:p w:rsidR="001A649B" w:rsidRDefault="001A64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625" w:rsidRDefault="00301EF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49B" w:rsidRDefault="001A649B">
      <w:r>
        <w:separator/>
      </w:r>
    </w:p>
    <w:p w:rsidR="001A649B" w:rsidRDefault="001A649B"/>
  </w:footnote>
  <w:footnote w:type="continuationSeparator" w:id="0">
    <w:p w:rsidR="001A649B" w:rsidRDefault="001A649B">
      <w:r>
        <w:continuationSeparator/>
      </w:r>
    </w:p>
    <w:p w:rsidR="001A649B" w:rsidRDefault="001A64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B58"/>
    <w:rsid w:val="000D1B58"/>
    <w:rsid w:val="00194625"/>
    <w:rsid w:val="001A649B"/>
    <w:rsid w:val="00301EF4"/>
    <w:rsid w:val="00573591"/>
    <w:rsid w:val="0093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8EF075-01C9-4F5A-93D6-500DECD7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9A5B7" w:themeColor="accent1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39A5B7" w:themeColor="accent1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720"/>
      <w:contextualSpacing/>
    </w:pPr>
    <w:rPr>
      <w:b/>
      <w:bCs/>
      <w:color w:val="0D0D0D" w:themeColor="text1" w:themeTint="F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/>
    </w:pPr>
  </w:style>
  <w:style w:type="character" w:customStyle="1" w:styleId="DateChar">
    <w:name w:val="Date Char"/>
    <w:basedOn w:val="DefaultParagraphFont"/>
    <w:link w:val="Date"/>
    <w:uiPriority w:val="1"/>
    <w:rPr>
      <w:b/>
      <w:bCs/>
      <w:color w:val="0D0D0D" w:themeColor="text1" w:themeTint="F2"/>
    </w:rPr>
  </w:style>
  <w:style w:type="paragraph" w:customStyle="1" w:styleId="Address">
    <w:name w:val="Address"/>
    <w:basedOn w:val="Normal"/>
    <w:uiPriority w:val="1"/>
    <w:qFormat/>
    <w:pPr>
      <w:spacing w:line="336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  <w:jc w:val="right"/>
    </w:pPr>
    <w:rPr>
      <w:color w:val="39A5B7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39A5B7" w:themeColor="accent1"/>
    </w:rPr>
  </w:style>
  <w:style w:type="paragraph" w:styleId="Salutation">
    <w:name w:val="Salutation"/>
    <w:basedOn w:val="Normal"/>
    <w:next w:val="Normal"/>
    <w:link w:val="SalutationChar"/>
    <w:uiPriority w:val="2"/>
    <w:unhideWhenUsed/>
    <w:qFormat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2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2"/>
    <w:unhideWhenUsed/>
    <w:qFormat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2"/>
    <w:rPr>
      <w:b/>
      <w:bCs/>
      <w:color w:val="0D0D0D" w:themeColor="text1" w:themeTint="F2"/>
    </w:rPr>
  </w:style>
  <w:style w:type="paragraph" w:styleId="Signature">
    <w:name w:val="Signature"/>
    <w:basedOn w:val="Normal"/>
    <w:link w:val="SignatureChar"/>
    <w:uiPriority w:val="2"/>
    <w:unhideWhenUsed/>
    <w:qFormat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2"/>
    <w:rPr>
      <w:b/>
      <w:bCs/>
      <w:color w:val="0D0D0D" w:themeColor="text1" w:themeTint="F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9A5B7" w:themeColor="accent1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39A5B7" w:themeColor="accent1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7tpeace\AppData\Roaming\Microsoft\Templates\Cover%20letter%20(blu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605888ACD874C29888D3AFDDF995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0F73F-DA8D-4477-9E76-AB8458BFB471}"/>
      </w:docPartPr>
      <w:docPartBody>
        <w:p w:rsidR="000B7BE1" w:rsidRDefault="006A50FF">
          <w:pPr>
            <w:pStyle w:val="6605888ACD874C29888D3AFDDF995404"/>
          </w:pPr>
          <w:r>
            <w:t>[Your Name]</w:t>
          </w:r>
        </w:p>
      </w:docPartBody>
    </w:docPart>
    <w:docPart>
      <w:docPartPr>
        <w:name w:val="827D8CB496224F3889E54C4A2FB29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708BC-1A5B-47F1-A9CC-FCF5B03A1860}"/>
      </w:docPartPr>
      <w:docPartBody>
        <w:p w:rsidR="000B7BE1" w:rsidRDefault="006A50FF">
          <w:pPr>
            <w:pStyle w:val="827D8CB496224F3889E54C4A2FB29B7E"/>
          </w:pPr>
          <w:r>
            <w:t>[Address, City, ST  ZIP Code]</w:t>
          </w:r>
        </w:p>
      </w:docPartBody>
    </w:docPart>
    <w:docPart>
      <w:docPartPr>
        <w:name w:val="CCBBE7BFD3EC46C49ADB4921DEEB3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962884-E221-4704-967F-382FB0D717F1}"/>
      </w:docPartPr>
      <w:docPartBody>
        <w:p w:rsidR="000B7BE1" w:rsidRDefault="006A50FF">
          <w:pPr>
            <w:pStyle w:val="CCBBE7BFD3EC46C49ADB4921DEEB3385"/>
          </w:pPr>
          <w:r>
            <w:t>[Telephone]</w:t>
          </w:r>
        </w:p>
      </w:docPartBody>
    </w:docPart>
    <w:docPart>
      <w:docPartPr>
        <w:name w:val="F5D5C4A87A464BEEB57D17C2ABFF9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26436-AE1E-4B21-94DD-CBF028622FE7}"/>
      </w:docPartPr>
      <w:docPartBody>
        <w:p w:rsidR="000B7BE1" w:rsidRDefault="006A50FF">
          <w:pPr>
            <w:pStyle w:val="F5D5C4A87A464BEEB57D17C2ABFF9A4C"/>
          </w:pPr>
          <w:r>
            <w:t>[Email]</w:t>
          </w:r>
        </w:p>
      </w:docPartBody>
    </w:docPart>
    <w:docPart>
      <w:docPartPr>
        <w:name w:val="790D157B1F6E4450B53623F6A3957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9FF494-67A6-4BDF-9A91-2E8349194A2D}"/>
      </w:docPartPr>
      <w:docPartBody>
        <w:p w:rsidR="000B7BE1" w:rsidRDefault="006A50FF">
          <w:pPr>
            <w:pStyle w:val="790D157B1F6E4450B53623F6A3957442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0FF"/>
    <w:rsid w:val="000B7BE1"/>
    <w:rsid w:val="004F2356"/>
    <w:rsid w:val="006A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05888ACD874C29888D3AFDDF995404">
    <w:name w:val="6605888ACD874C29888D3AFDDF995404"/>
  </w:style>
  <w:style w:type="paragraph" w:customStyle="1" w:styleId="827D8CB496224F3889E54C4A2FB29B7E">
    <w:name w:val="827D8CB496224F3889E54C4A2FB29B7E"/>
  </w:style>
  <w:style w:type="paragraph" w:customStyle="1" w:styleId="CCBBE7BFD3EC46C49ADB4921DEEB3385">
    <w:name w:val="CCBBE7BFD3EC46C49ADB4921DEEB3385"/>
  </w:style>
  <w:style w:type="paragraph" w:customStyle="1" w:styleId="F5D5C4A87A464BEEB57D17C2ABFF9A4C">
    <w:name w:val="F5D5C4A87A464BEEB57D17C2ABFF9A4C"/>
  </w:style>
  <w:style w:type="paragraph" w:customStyle="1" w:styleId="790D157B1F6E4450B53623F6A3957442">
    <w:name w:val="790D157B1F6E4450B53623F6A3957442"/>
  </w:style>
  <w:style w:type="paragraph" w:customStyle="1" w:styleId="6429C4AE27F548018DC6783B21E4D037">
    <w:name w:val="6429C4AE27F548018DC6783B21E4D037"/>
  </w:style>
  <w:style w:type="paragraph" w:customStyle="1" w:styleId="FA6EE6353CE0473C980272048F98CB05">
    <w:name w:val="FA6EE6353CE0473C980272048F98CB05"/>
  </w:style>
  <w:style w:type="paragraph" w:customStyle="1" w:styleId="9FDCC62DA93C462AA6B9112504B745B0">
    <w:name w:val="9FDCC62DA93C462AA6B9112504B745B0"/>
    <w:rsid w:val="000B7B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320 Blue Ln.  Watsontown, PA</CompanyAddress>
  <CompanyPhone>570-620-3881</CompanyPhone>
  <CompanyFax/>
  <CompanyEmail>tristanpeace@email.com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E69236-87F5-4F57-9435-9B1C62D50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924C2D-1866-4E39-ACE4-7A6979B7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(blue)</Template>
  <TotalTime>11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Smarter Schooling Inc.</dc:creator>
  <cp:keywords/>
  <cp:lastModifiedBy>Tristan Peace</cp:lastModifiedBy>
  <cp:revision>4</cp:revision>
  <dcterms:created xsi:type="dcterms:W3CDTF">2015-03-19T16:08:00Z</dcterms:created>
  <dcterms:modified xsi:type="dcterms:W3CDTF">2015-05-04T02:51:00Z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TC029194959991</vt:lpwstr>
  </property>
</Properties>
</file>